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2A8" w:rsidRPr="00521978" w:rsidRDefault="001032A8" w:rsidP="00073C76">
      <w:pPr>
        <w:shd w:val="clear" w:color="auto" w:fill="FFFFFF"/>
        <w:tabs>
          <w:tab w:val="center" w:pos="4680"/>
          <w:tab w:val="left" w:pos="8025"/>
        </w:tabs>
        <w:spacing w:after="0" w:line="480" w:lineRule="auto"/>
        <w:rPr>
          <w:rFonts w:ascii="Segoe UI Semibold" w:hAnsi="Segoe UI Semibold" w:cs="Segoe UI Semibold"/>
          <w:sz w:val="48"/>
          <w:szCs w:val="48"/>
          <w:u w:val="single"/>
        </w:rPr>
      </w:pPr>
      <w:r w:rsidRPr="00C75DCA">
        <w:rPr>
          <w:rFonts w:ascii="Copperplate Gothic Bold" w:hAnsi="Copperplate Gothic Bold" w:cs="Copperplate Gothic Bold"/>
          <w:b/>
          <w:bCs/>
          <w:sz w:val="48"/>
          <w:szCs w:val="48"/>
        </w:rPr>
        <w:tab/>
      </w:r>
      <w:r w:rsidRPr="00521978">
        <w:rPr>
          <w:rFonts w:ascii="Segoe UI Semibold" w:hAnsi="Segoe UI Semibold" w:cs="Segoe UI Semibold"/>
          <w:sz w:val="48"/>
          <w:szCs w:val="48"/>
          <w:u w:val="single"/>
        </w:rPr>
        <w:t>A week in the wild</w:t>
      </w:r>
    </w:p>
    <w:p w:rsidR="001032A8" w:rsidRPr="00521978" w:rsidRDefault="001032A8" w:rsidP="002A4A5A">
      <w:pPr>
        <w:shd w:val="clear" w:color="auto" w:fill="FFFFFF"/>
        <w:spacing w:after="0" w:line="480" w:lineRule="auto"/>
        <w:ind w:firstLine="720"/>
        <w:rPr>
          <w:rFonts w:ascii="Century" w:hAnsi="Century" w:cs="Century"/>
          <w:sz w:val="28"/>
          <w:szCs w:val="28"/>
        </w:rPr>
      </w:pPr>
      <w:r w:rsidRPr="00521978">
        <w:rPr>
          <w:rFonts w:ascii="Century" w:hAnsi="Century" w:cs="Century"/>
          <w:sz w:val="28"/>
          <w:szCs w:val="28"/>
        </w:rPr>
        <w:t xml:space="preserve">Austin, Andrew, and I were on our way to Hawaii. I was driving a private jet. I’m wearing a farmer’s hat, flannel shirt, jeans, and boots. Austin was wearing a white hat, street fighting gloves, blue jeans, and boots. Andrew is wearing a black t-shirt, blue jeans, and boots. </w:t>
      </w:r>
    </w:p>
    <w:p w:rsidR="001032A8" w:rsidRPr="00521978" w:rsidRDefault="001032A8" w:rsidP="002A4A5A">
      <w:pPr>
        <w:shd w:val="clear" w:color="auto" w:fill="FFFFFF"/>
        <w:spacing w:after="0" w:line="480" w:lineRule="auto"/>
        <w:ind w:firstLine="720"/>
        <w:rPr>
          <w:rFonts w:ascii="Century" w:hAnsi="Century" w:cs="Century"/>
          <w:sz w:val="28"/>
          <w:szCs w:val="28"/>
        </w:rPr>
      </w:pPr>
      <w:r w:rsidRPr="00521978">
        <w:rPr>
          <w:rFonts w:ascii="Century" w:hAnsi="Century" w:cs="Century"/>
          <w:sz w:val="28"/>
          <w:szCs w:val="28"/>
        </w:rPr>
        <w:t>My name is Joseph I went to college to be a pilot Andrew and Austin went to be a ranger.  I put the auto pilot on the plane and we all went to the back to get a drink of water. Suddenly the bottom of the plane hit a top of a mountain the plane curved to the right making us fall.</w:t>
      </w:r>
    </w:p>
    <w:p w:rsidR="001032A8" w:rsidRPr="00521978" w:rsidRDefault="001032A8" w:rsidP="002A4A5A">
      <w:pPr>
        <w:shd w:val="clear" w:color="auto" w:fill="FFFFFF"/>
        <w:spacing w:after="0" w:line="480" w:lineRule="auto"/>
        <w:ind w:firstLine="720"/>
        <w:rPr>
          <w:rFonts w:ascii="Century" w:hAnsi="Century" w:cs="Century"/>
          <w:sz w:val="28"/>
          <w:szCs w:val="28"/>
        </w:rPr>
      </w:pPr>
      <w:r w:rsidRPr="00521978">
        <w:rPr>
          <w:rFonts w:ascii="Century" w:hAnsi="Century" w:cs="Century"/>
          <w:sz w:val="28"/>
          <w:szCs w:val="28"/>
        </w:rPr>
        <w:t xml:space="preserve"> “Andrew’s knocked out,” said, Austin. </w:t>
      </w:r>
    </w:p>
    <w:p w:rsidR="001032A8" w:rsidRPr="00521978" w:rsidRDefault="001032A8" w:rsidP="002A4A5A">
      <w:pPr>
        <w:shd w:val="clear" w:color="auto" w:fill="FFFFFF"/>
        <w:spacing w:after="0" w:line="480" w:lineRule="auto"/>
        <w:ind w:firstLine="720"/>
        <w:rPr>
          <w:rFonts w:ascii="Century" w:hAnsi="Century" w:cs="Century"/>
          <w:sz w:val="28"/>
          <w:szCs w:val="28"/>
        </w:rPr>
      </w:pPr>
      <w:r w:rsidRPr="00521978">
        <w:rPr>
          <w:rFonts w:ascii="Century" w:hAnsi="Century" w:cs="Century"/>
          <w:sz w:val="28"/>
          <w:szCs w:val="28"/>
        </w:rPr>
        <w:t xml:space="preserve"> I said, “Check his pulse try to wake him somehow I’ll check on the plane.”  As Austin was trying to help Andrew I was walking and hit another mountain Austin and I fell again.  I got up and I yelled, “Are you alright?”  </w:t>
      </w:r>
    </w:p>
    <w:p w:rsidR="001032A8" w:rsidRPr="00521978" w:rsidRDefault="001032A8" w:rsidP="002A4A5A">
      <w:pPr>
        <w:shd w:val="clear" w:color="auto" w:fill="FFFFFF"/>
        <w:spacing w:after="0" w:line="480" w:lineRule="auto"/>
        <w:ind w:firstLine="720"/>
        <w:rPr>
          <w:rFonts w:ascii="Century" w:hAnsi="Century" w:cs="Century"/>
          <w:sz w:val="28"/>
          <w:szCs w:val="28"/>
        </w:rPr>
      </w:pPr>
      <w:r w:rsidRPr="00521978">
        <w:rPr>
          <w:rFonts w:ascii="Century" w:hAnsi="Century" w:cs="Century"/>
          <w:sz w:val="28"/>
          <w:szCs w:val="28"/>
        </w:rPr>
        <w:t xml:space="preserve">Austin yelled back, “Yah but Andrew is still knocked out.”  </w:t>
      </w:r>
    </w:p>
    <w:p w:rsidR="001032A8" w:rsidRPr="00521978" w:rsidRDefault="001032A8" w:rsidP="002A4A5A">
      <w:pPr>
        <w:shd w:val="clear" w:color="auto" w:fill="FFFFFF"/>
        <w:spacing w:after="0" w:line="480" w:lineRule="auto"/>
        <w:ind w:firstLine="720"/>
        <w:rPr>
          <w:rFonts w:ascii="Century" w:hAnsi="Century" w:cs="Century"/>
          <w:sz w:val="28"/>
          <w:szCs w:val="28"/>
        </w:rPr>
      </w:pPr>
      <w:r w:rsidRPr="00521978">
        <w:rPr>
          <w:rFonts w:ascii="Century" w:hAnsi="Century" w:cs="Century"/>
          <w:sz w:val="28"/>
          <w:szCs w:val="28"/>
        </w:rPr>
        <w:t>I said, “Alright. I’m almost to the.” I was walking I sat down in my chair I turned off the auto pilot and un –fogged the wind shield. Then I slowly took the plane down. There was a desert so I decided to land there.  I took it down I put the wheels up. The plane was shaking because the of damage when the wheels hit the sand it bounced. I put down the stairs. Andrew woke up and said, “Were are we” Austin said, “We landed in a desert.”  …</w:t>
      </w:r>
    </w:p>
    <w:p w:rsidR="001032A8" w:rsidRPr="00521978" w:rsidRDefault="001032A8" w:rsidP="002A4A5A">
      <w:pPr>
        <w:shd w:val="clear" w:color="auto" w:fill="FFFFFF"/>
        <w:spacing w:after="0" w:line="480" w:lineRule="auto"/>
        <w:ind w:firstLine="720"/>
        <w:rPr>
          <w:rFonts w:ascii="Century" w:hAnsi="Century" w:cs="Century"/>
          <w:sz w:val="28"/>
          <w:szCs w:val="28"/>
        </w:rPr>
      </w:pPr>
      <w:r w:rsidRPr="00521978">
        <w:rPr>
          <w:rFonts w:ascii="Century" w:hAnsi="Century" w:cs="Century"/>
          <w:sz w:val="28"/>
          <w:szCs w:val="28"/>
        </w:rPr>
        <w:t xml:space="preserve">I yelled “Get down here” All of us started walking we saw blue we thought maybe it was water so we walked toward it. When we got there we drank some of it. It tasted so good we thought because haven’t drank in a hour and that we were in the desert. So I said, “Bring some of the water with us.” </w:t>
      </w:r>
    </w:p>
    <w:p w:rsidR="001032A8" w:rsidRPr="00521978" w:rsidRDefault="001032A8" w:rsidP="002A4A5A">
      <w:pPr>
        <w:shd w:val="clear" w:color="auto" w:fill="FFFFFF"/>
        <w:spacing w:after="0" w:line="480" w:lineRule="auto"/>
        <w:ind w:firstLine="720"/>
        <w:rPr>
          <w:rFonts w:ascii="Century" w:hAnsi="Century" w:cs="Century"/>
          <w:sz w:val="28"/>
          <w:szCs w:val="28"/>
        </w:rPr>
      </w:pPr>
      <w:r w:rsidRPr="00521978">
        <w:rPr>
          <w:rFonts w:ascii="Century" w:hAnsi="Century" w:cs="Century"/>
          <w:sz w:val="28"/>
          <w:szCs w:val="28"/>
        </w:rPr>
        <w:t>Austin and Andrew said, “Ok” Then we were off walking again.</w:t>
      </w:r>
    </w:p>
    <w:p w:rsidR="001032A8" w:rsidRPr="00521978" w:rsidRDefault="001032A8" w:rsidP="002A4A5A">
      <w:pPr>
        <w:shd w:val="clear" w:color="auto" w:fill="FFFFFF"/>
        <w:spacing w:after="0" w:line="480" w:lineRule="auto"/>
        <w:ind w:firstLine="720"/>
        <w:rPr>
          <w:rFonts w:ascii="Century" w:hAnsi="Century" w:cs="Century"/>
          <w:sz w:val="28"/>
          <w:szCs w:val="28"/>
        </w:rPr>
      </w:pPr>
      <w:r w:rsidRPr="00521978">
        <w:rPr>
          <w:rFonts w:ascii="Century" w:hAnsi="Century" w:cs="Century"/>
          <w:sz w:val="28"/>
          <w:szCs w:val="28"/>
        </w:rPr>
        <w:t xml:space="preserve"> Andrew said,, “I think I see a house” </w:t>
      </w:r>
    </w:p>
    <w:p w:rsidR="001032A8" w:rsidRPr="00521978" w:rsidRDefault="001032A8" w:rsidP="002A4A5A">
      <w:pPr>
        <w:shd w:val="clear" w:color="auto" w:fill="FFFFFF"/>
        <w:spacing w:after="0" w:line="480" w:lineRule="auto"/>
        <w:ind w:firstLine="720"/>
        <w:rPr>
          <w:rFonts w:ascii="Century" w:hAnsi="Century" w:cs="Century"/>
          <w:sz w:val="28"/>
          <w:szCs w:val="28"/>
        </w:rPr>
      </w:pPr>
      <w:r w:rsidRPr="00521978">
        <w:rPr>
          <w:rFonts w:ascii="Century" w:hAnsi="Century" w:cs="Century"/>
          <w:sz w:val="28"/>
          <w:szCs w:val="28"/>
        </w:rPr>
        <w:t>Austin said,, “It’s probably a mirage.” So we kept walking and I started seeing it too.</w:t>
      </w:r>
    </w:p>
    <w:p w:rsidR="001032A8" w:rsidRPr="00521978" w:rsidRDefault="001032A8" w:rsidP="002A4A5A">
      <w:pPr>
        <w:shd w:val="clear" w:color="auto" w:fill="FFFFFF"/>
        <w:spacing w:after="0" w:line="480" w:lineRule="auto"/>
        <w:ind w:firstLine="720"/>
        <w:rPr>
          <w:rFonts w:ascii="Century" w:hAnsi="Century" w:cs="Century"/>
          <w:sz w:val="28"/>
          <w:szCs w:val="28"/>
        </w:rPr>
      </w:pPr>
      <w:r w:rsidRPr="00521978">
        <w:rPr>
          <w:rFonts w:ascii="Century" w:hAnsi="Century" w:cs="Century"/>
          <w:sz w:val="28"/>
          <w:szCs w:val="28"/>
        </w:rPr>
        <w:t>So I said, “I think there is a house.” I see it to but I thought it was a mirage too.” Then I was looking in the sky and there was a dragon shooting fire balls at us so I said, “Run dragon.” So we ran toward the house. The dragon shot we fell because the fire balls hit right behind us. We got up and we kept running and I tripped and fell. I got back up sprinted to Austin and Andrew. Then we made it to the to the shelter. I saw chest so I took a step toward it and a old grumpy guy yelled “Get out of my house” as I quickly took the axe. Then said, “Run” Luckily Andrew took an ak-47 and bullets. Then we ran I saw a forest. We started walking because the dragon flew away. Andrew said, “Give me the canteen” as throw the canteen to Andrew. We walked into the forest and copping down a tree I have had five logs started making a shelter. Placing block by block we made a shelter. We had to chop down five trees. Then I made a chest and</w:t>
      </w:r>
    </w:p>
    <w:p w:rsidR="001032A8" w:rsidRPr="00521978" w:rsidRDefault="001032A8" w:rsidP="002A4A5A">
      <w:pPr>
        <w:spacing w:after="0" w:line="480" w:lineRule="auto"/>
        <w:rPr>
          <w:rFonts w:ascii="Century" w:hAnsi="Century" w:cs="Century"/>
          <w:sz w:val="28"/>
          <w:szCs w:val="28"/>
        </w:rPr>
      </w:pPr>
      <w:r w:rsidRPr="00521978">
        <w:rPr>
          <w:rFonts w:ascii="Century" w:hAnsi="Century" w:cs="Century"/>
          <w:sz w:val="28"/>
          <w:szCs w:val="28"/>
        </w:rPr>
        <w:t xml:space="preserve">put the axe in it. I said, “Andrew me and you will go to the plane and Austin you’ll stay here.” Andrew said, “Ok” So we were on our way to the plane. So we started walking it was about three in the afternoon when we left. Austin realizes he has nothing to protect the plane with. So he had remembered the in the desert. So he walked to it. He Austin took everything from the chest with bloodstone tools and weapons and diamond bullets. Austin was running back to the cabin. Austin was afraid that it would be broken. Andrew and I made it to the plane and it was dark out Austin always carries a walky-talky on channel five so I thought maybe I could reach him on the plane’s radio. The plane’s radio couldn’t  reach the airport but I thought maybe  it could reach channel five and it did. </w:t>
      </w:r>
    </w:p>
    <w:p w:rsidR="001032A8" w:rsidRPr="00521978" w:rsidRDefault="001032A8" w:rsidP="002A4A5A">
      <w:pPr>
        <w:spacing w:after="0" w:line="480" w:lineRule="auto"/>
        <w:rPr>
          <w:rFonts w:ascii="Century" w:hAnsi="Century" w:cs="Century"/>
          <w:sz w:val="28"/>
          <w:szCs w:val="28"/>
        </w:rPr>
      </w:pPr>
      <w:r w:rsidRPr="00521978">
        <w:rPr>
          <w:rFonts w:ascii="Century" w:hAnsi="Century" w:cs="Century"/>
          <w:sz w:val="28"/>
          <w:szCs w:val="28"/>
        </w:rPr>
        <w:t xml:space="preserve">I said “Austin do you hear me.” </w:t>
      </w:r>
    </w:p>
    <w:p w:rsidR="001032A8" w:rsidRPr="00521978" w:rsidRDefault="001032A8" w:rsidP="002A4A5A">
      <w:pPr>
        <w:spacing w:after="0" w:line="480" w:lineRule="auto"/>
        <w:ind w:firstLine="720"/>
        <w:rPr>
          <w:rFonts w:ascii="Century" w:hAnsi="Century" w:cs="Century"/>
          <w:sz w:val="28"/>
          <w:szCs w:val="28"/>
        </w:rPr>
      </w:pPr>
      <w:r w:rsidRPr="00521978">
        <w:rPr>
          <w:rFonts w:ascii="Century" w:hAnsi="Century" w:cs="Century"/>
          <w:sz w:val="28"/>
          <w:szCs w:val="28"/>
        </w:rPr>
        <w:t xml:space="preserve">Austin replied “yeah how did you get the plane’s radio to work.”  </w:t>
      </w:r>
    </w:p>
    <w:p w:rsidR="001032A8" w:rsidRPr="00521978" w:rsidRDefault="001032A8" w:rsidP="002A4A5A">
      <w:pPr>
        <w:spacing w:after="0" w:line="480" w:lineRule="auto"/>
        <w:rPr>
          <w:rFonts w:ascii="Century" w:hAnsi="Century" w:cs="Century"/>
          <w:sz w:val="28"/>
          <w:szCs w:val="28"/>
        </w:rPr>
      </w:pPr>
      <w:r w:rsidRPr="00521978">
        <w:rPr>
          <w:rFonts w:ascii="Century" w:hAnsi="Century" w:cs="Century"/>
          <w:sz w:val="28"/>
          <w:szCs w:val="28"/>
        </w:rPr>
        <w:t xml:space="preserve">I said “ I don’t know but Andrew and I are going to stay here.”  </w:t>
      </w:r>
    </w:p>
    <w:p w:rsidR="001032A8" w:rsidRPr="00521978" w:rsidRDefault="001032A8" w:rsidP="002A4A5A">
      <w:pPr>
        <w:spacing w:after="0" w:line="480" w:lineRule="auto"/>
        <w:ind w:firstLine="720"/>
        <w:rPr>
          <w:rFonts w:ascii="Century" w:hAnsi="Century" w:cs="Century"/>
          <w:sz w:val="28"/>
          <w:szCs w:val="28"/>
        </w:rPr>
      </w:pPr>
      <w:r w:rsidRPr="00521978">
        <w:rPr>
          <w:rFonts w:ascii="Century" w:hAnsi="Century" w:cs="Century"/>
          <w:sz w:val="28"/>
          <w:szCs w:val="28"/>
        </w:rPr>
        <w:t>Austin said “Ok should I stay up and guard or do you think it will be fine.” Andrew said “I think it would be fine as long as you don’t go in front of a window.”</w:t>
      </w:r>
    </w:p>
    <w:p w:rsidR="001032A8" w:rsidRPr="00521978" w:rsidRDefault="001032A8" w:rsidP="002A4A5A">
      <w:pPr>
        <w:spacing w:after="0" w:line="480" w:lineRule="auto"/>
        <w:ind w:firstLine="720"/>
        <w:rPr>
          <w:rFonts w:ascii="Century" w:hAnsi="Century" w:cs="Century"/>
          <w:sz w:val="28"/>
          <w:szCs w:val="28"/>
        </w:rPr>
      </w:pPr>
      <w:r w:rsidRPr="00521978">
        <w:rPr>
          <w:rFonts w:ascii="Century" w:hAnsi="Century" w:cs="Century"/>
          <w:sz w:val="28"/>
          <w:szCs w:val="28"/>
        </w:rPr>
        <w:t xml:space="preserve"> Austin said “alright”</w:t>
      </w:r>
    </w:p>
    <w:p w:rsidR="001032A8" w:rsidRPr="00521978" w:rsidRDefault="001032A8" w:rsidP="002A4A5A">
      <w:pPr>
        <w:spacing w:line="480" w:lineRule="auto"/>
        <w:rPr>
          <w:rFonts w:ascii="Century" w:hAnsi="Century" w:cs="Century"/>
          <w:sz w:val="28"/>
          <w:szCs w:val="28"/>
        </w:rPr>
      </w:pPr>
      <w:r w:rsidRPr="00521978">
        <w:rPr>
          <w:rFonts w:ascii="Century" w:hAnsi="Century" w:cs="Century"/>
          <w:sz w:val="28"/>
          <w:szCs w:val="28"/>
        </w:rPr>
        <w:t>Then I got the cots out because we needed to sleep I quickly looked out the window and I saw zombies so I whispered “Andrew get over here now.”</w:t>
      </w:r>
    </w:p>
    <w:p w:rsidR="001032A8" w:rsidRPr="00521978" w:rsidRDefault="001032A8" w:rsidP="002A4A5A">
      <w:pPr>
        <w:spacing w:line="480" w:lineRule="auto"/>
        <w:rPr>
          <w:rFonts w:ascii="Century" w:hAnsi="Century" w:cs="Century"/>
          <w:sz w:val="28"/>
          <w:szCs w:val="28"/>
        </w:rPr>
      </w:pPr>
      <w:r w:rsidRPr="00521978">
        <w:rPr>
          <w:rFonts w:ascii="Century" w:hAnsi="Century" w:cs="Century"/>
          <w:sz w:val="28"/>
          <w:szCs w:val="28"/>
        </w:rPr>
        <w:t>Andrew whispered back “why”</w:t>
      </w:r>
    </w:p>
    <w:p w:rsidR="001032A8" w:rsidRPr="00521978" w:rsidRDefault="001032A8" w:rsidP="002A4A5A">
      <w:pPr>
        <w:spacing w:line="480" w:lineRule="auto"/>
        <w:ind w:firstLine="720"/>
        <w:rPr>
          <w:rFonts w:ascii="Century" w:hAnsi="Century" w:cs="Century"/>
          <w:sz w:val="28"/>
          <w:szCs w:val="28"/>
        </w:rPr>
      </w:pPr>
      <w:r w:rsidRPr="00521978">
        <w:rPr>
          <w:rFonts w:ascii="Century" w:hAnsi="Century" w:cs="Century"/>
          <w:sz w:val="28"/>
          <w:szCs w:val="28"/>
        </w:rPr>
        <w:t>I whispered “I think there are zombies”</w:t>
      </w:r>
    </w:p>
    <w:p w:rsidR="001032A8" w:rsidRPr="00521978" w:rsidRDefault="001032A8" w:rsidP="002A4A5A">
      <w:pPr>
        <w:spacing w:line="480" w:lineRule="auto"/>
        <w:ind w:left="720" w:firstLine="720"/>
        <w:rPr>
          <w:rFonts w:ascii="Century" w:hAnsi="Century" w:cs="Century"/>
          <w:sz w:val="28"/>
          <w:szCs w:val="28"/>
        </w:rPr>
      </w:pPr>
      <w:r w:rsidRPr="00521978">
        <w:rPr>
          <w:rFonts w:ascii="Century" w:hAnsi="Century" w:cs="Century"/>
          <w:sz w:val="28"/>
          <w:szCs w:val="28"/>
        </w:rPr>
        <w:t>Andrew whispered “Is that why were whispering?”</w:t>
      </w:r>
    </w:p>
    <w:p w:rsidR="001032A8" w:rsidRPr="00521978" w:rsidRDefault="001032A8" w:rsidP="002A4A5A">
      <w:pPr>
        <w:spacing w:line="480" w:lineRule="auto"/>
        <w:ind w:firstLine="720"/>
        <w:rPr>
          <w:rFonts w:ascii="Century" w:hAnsi="Century" w:cs="Century"/>
          <w:sz w:val="28"/>
          <w:szCs w:val="28"/>
        </w:rPr>
      </w:pPr>
      <w:r w:rsidRPr="00521978">
        <w:rPr>
          <w:rFonts w:ascii="Century" w:hAnsi="Century" w:cs="Century"/>
          <w:sz w:val="28"/>
          <w:szCs w:val="28"/>
        </w:rPr>
        <w:t>I whispered back “yeah.”</w:t>
      </w:r>
    </w:p>
    <w:p w:rsidR="001032A8" w:rsidRPr="00521978" w:rsidRDefault="001032A8" w:rsidP="002A4A5A">
      <w:pPr>
        <w:spacing w:line="480" w:lineRule="auto"/>
        <w:ind w:firstLine="720"/>
        <w:rPr>
          <w:rFonts w:ascii="Century" w:hAnsi="Century" w:cs="Century"/>
          <w:sz w:val="28"/>
          <w:szCs w:val="28"/>
        </w:rPr>
      </w:pPr>
      <w:r w:rsidRPr="00521978">
        <w:rPr>
          <w:rFonts w:ascii="Century" w:hAnsi="Century" w:cs="Century"/>
          <w:sz w:val="28"/>
          <w:szCs w:val="28"/>
        </w:rPr>
        <w:tab/>
        <w:t xml:space="preserve">Andrew finally believed me and crawled over to the window and peaked out and screamed  </w:t>
      </w:r>
    </w:p>
    <w:p w:rsidR="001032A8" w:rsidRPr="00521978" w:rsidRDefault="001032A8" w:rsidP="002A4A5A">
      <w:pPr>
        <w:spacing w:line="480" w:lineRule="auto"/>
        <w:ind w:firstLine="720"/>
        <w:rPr>
          <w:rFonts w:ascii="Century" w:hAnsi="Century" w:cs="Century"/>
          <w:sz w:val="28"/>
          <w:szCs w:val="28"/>
        </w:rPr>
      </w:pPr>
      <w:r w:rsidRPr="00521978">
        <w:rPr>
          <w:rFonts w:ascii="Century" w:hAnsi="Century" w:cs="Century"/>
          <w:sz w:val="28"/>
          <w:szCs w:val="28"/>
        </w:rPr>
        <w:t xml:space="preserve">I whispered “Stop screaming there going to notice.” </w:t>
      </w:r>
    </w:p>
    <w:p w:rsidR="001032A8" w:rsidRPr="00521978" w:rsidRDefault="001032A8" w:rsidP="002A4A5A">
      <w:pPr>
        <w:spacing w:line="480" w:lineRule="auto"/>
        <w:ind w:firstLine="720"/>
        <w:rPr>
          <w:rFonts w:ascii="Century" w:hAnsi="Century" w:cs="Century"/>
          <w:sz w:val="28"/>
          <w:szCs w:val="28"/>
        </w:rPr>
      </w:pPr>
      <w:r w:rsidRPr="00521978">
        <w:rPr>
          <w:rFonts w:ascii="Century" w:hAnsi="Century" w:cs="Century"/>
          <w:sz w:val="28"/>
          <w:szCs w:val="28"/>
        </w:rPr>
        <w:t xml:space="preserve">He calmed down and said “Go to the pilot’s area and tell Austin not to sleep.” </w:t>
      </w:r>
    </w:p>
    <w:p w:rsidR="001032A8" w:rsidRPr="00521978" w:rsidRDefault="001032A8" w:rsidP="002A4A5A">
      <w:pPr>
        <w:spacing w:line="480" w:lineRule="auto"/>
        <w:ind w:firstLine="720"/>
        <w:rPr>
          <w:rFonts w:ascii="Century" w:hAnsi="Century" w:cs="Century"/>
          <w:sz w:val="28"/>
          <w:szCs w:val="28"/>
        </w:rPr>
      </w:pPr>
      <w:r w:rsidRPr="00521978">
        <w:rPr>
          <w:rFonts w:ascii="Century" w:hAnsi="Century" w:cs="Century"/>
          <w:sz w:val="28"/>
          <w:szCs w:val="28"/>
        </w:rPr>
        <w:tab/>
        <w:t xml:space="preserve">I replied “Ok I will but you should stay to the ground so the zombie things don’t see you.” </w:t>
      </w:r>
    </w:p>
    <w:p w:rsidR="001032A8" w:rsidRPr="00521978" w:rsidRDefault="001032A8" w:rsidP="002A4A5A">
      <w:pPr>
        <w:spacing w:line="480" w:lineRule="auto"/>
        <w:ind w:firstLine="720"/>
        <w:rPr>
          <w:rFonts w:ascii="Century" w:hAnsi="Century" w:cs="Century"/>
          <w:sz w:val="28"/>
          <w:szCs w:val="28"/>
        </w:rPr>
      </w:pPr>
      <w:r w:rsidRPr="00521978">
        <w:rPr>
          <w:rFonts w:ascii="Century" w:hAnsi="Century" w:cs="Century"/>
          <w:sz w:val="28"/>
          <w:szCs w:val="28"/>
        </w:rPr>
        <w:t>I crawled to the cockpit and told Austin “Are you still up” He said yeah um… did you there were zombies.”</w:t>
      </w:r>
    </w:p>
    <w:p w:rsidR="001032A8" w:rsidRPr="00521978" w:rsidRDefault="001032A8" w:rsidP="002A4A5A">
      <w:pPr>
        <w:spacing w:line="480" w:lineRule="auto"/>
        <w:ind w:firstLine="720"/>
        <w:rPr>
          <w:rFonts w:ascii="Century" w:hAnsi="Century" w:cs="Century"/>
          <w:sz w:val="28"/>
          <w:szCs w:val="28"/>
        </w:rPr>
      </w:pPr>
      <w:r w:rsidRPr="00521978">
        <w:rPr>
          <w:rFonts w:ascii="Century" w:hAnsi="Century" w:cs="Century"/>
          <w:sz w:val="28"/>
          <w:szCs w:val="28"/>
        </w:rPr>
        <w:t xml:space="preserve">I said “yeah don’t sleep because we don’t have a good base yet alright.” </w:t>
      </w:r>
    </w:p>
    <w:p w:rsidR="001032A8" w:rsidRPr="00521978" w:rsidRDefault="001032A8" w:rsidP="002A4A5A">
      <w:pPr>
        <w:spacing w:line="480" w:lineRule="auto"/>
        <w:ind w:firstLine="720"/>
        <w:rPr>
          <w:rFonts w:ascii="Century" w:hAnsi="Century" w:cs="Century"/>
          <w:sz w:val="28"/>
          <w:szCs w:val="28"/>
        </w:rPr>
      </w:pPr>
      <w:r w:rsidRPr="00521978">
        <w:rPr>
          <w:rFonts w:ascii="Century" w:hAnsi="Century" w:cs="Century"/>
          <w:sz w:val="28"/>
          <w:szCs w:val="28"/>
        </w:rPr>
        <w:t>Austin said “alright tomorrow when you guys get back were going to get rock to make a house oh and I robed that cabin we have a bunch of tools and weapons.”</w:t>
      </w:r>
    </w:p>
    <w:p w:rsidR="001032A8" w:rsidRPr="00521978" w:rsidRDefault="001032A8" w:rsidP="002A4A5A">
      <w:pPr>
        <w:spacing w:line="480" w:lineRule="auto"/>
        <w:ind w:firstLine="720"/>
        <w:rPr>
          <w:rFonts w:ascii="Century" w:hAnsi="Century" w:cs="Century"/>
          <w:sz w:val="28"/>
          <w:szCs w:val="28"/>
        </w:rPr>
      </w:pPr>
      <w:r w:rsidRPr="00521978">
        <w:rPr>
          <w:rFonts w:ascii="Century" w:hAnsi="Century" w:cs="Century"/>
          <w:sz w:val="28"/>
          <w:szCs w:val="28"/>
        </w:rPr>
        <w:t>I said “yeah alright bye.”  So I crawled back to Andrew and I saw he pushing the door back so I ran up to the door and helped him.</w:t>
      </w:r>
    </w:p>
    <w:p w:rsidR="001032A8" w:rsidRPr="00521978" w:rsidRDefault="001032A8" w:rsidP="002A4A5A">
      <w:pPr>
        <w:spacing w:line="480" w:lineRule="auto"/>
        <w:ind w:firstLine="720"/>
        <w:rPr>
          <w:rFonts w:ascii="Century" w:hAnsi="Century" w:cs="Century"/>
          <w:sz w:val="28"/>
          <w:szCs w:val="28"/>
        </w:rPr>
      </w:pPr>
      <w:r w:rsidRPr="00521978">
        <w:rPr>
          <w:rFonts w:ascii="Century" w:hAnsi="Century" w:cs="Century"/>
          <w:sz w:val="28"/>
          <w:szCs w:val="28"/>
        </w:rPr>
        <w:t xml:space="preserve">I said “Did you get seen by the zombies” </w:t>
      </w:r>
    </w:p>
    <w:p w:rsidR="001032A8" w:rsidRPr="00521978" w:rsidRDefault="001032A8" w:rsidP="002A4A5A">
      <w:pPr>
        <w:spacing w:line="480" w:lineRule="auto"/>
        <w:ind w:firstLine="720"/>
        <w:rPr>
          <w:rFonts w:ascii="Century" w:hAnsi="Century" w:cs="Century"/>
          <w:sz w:val="28"/>
          <w:szCs w:val="28"/>
        </w:rPr>
      </w:pPr>
      <w:r w:rsidRPr="00521978">
        <w:rPr>
          <w:rFonts w:ascii="Century" w:hAnsi="Century" w:cs="Century"/>
          <w:sz w:val="28"/>
          <w:szCs w:val="28"/>
        </w:rPr>
        <w:t>Andrew replied “maybe”</w:t>
      </w:r>
    </w:p>
    <w:p w:rsidR="001032A8" w:rsidRPr="00521978" w:rsidRDefault="001032A8" w:rsidP="002A4A5A">
      <w:pPr>
        <w:spacing w:line="480" w:lineRule="auto"/>
        <w:ind w:firstLine="720"/>
        <w:rPr>
          <w:rFonts w:ascii="Century" w:hAnsi="Century" w:cs="Century"/>
          <w:sz w:val="28"/>
          <w:szCs w:val="28"/>
        </w:rPr>
      </w:pPr>
      <w:r w:rsidRPr="00521978">
        <w:rPr>
          <w:rFonts w:ascii="Century" w:hAnsi="Century" w:cs="Century"/>
          <w:sz w:val="28"/>
          <w:szCs w:val="28"/>
        </w:rPr>
        <w:t>I said “You seen now we can’t sleep because zombies won’t go away.”</w:t>
      </w:r>
    </w:p>
    <w:p w:rsidR="001032A8" w:rsidRPr="00521978" w:rsidRDefault="001032A8" w:rsidP="002A4A5A">
      <w:pPr>
        <w:spacing w:line="480" w:lineRule="auto"/>
        <w:rPr>
          <w:rFonts w:ascii="Century" w:hAnsi="Century" w:cs="Century"/>
          <w:sz w:val="28"/>
          <w:szCs w:val="28"/>
        </w:rPr>
      </w:pPr>
      <w:r w:rsidRPr="00521978">
        <w:rPr>
          <w:rFonts w:ascii="Century" w:hAnsi="Century" w:cs="Century"/>
          <w:sz w:val="28"/>
          <w:szCs w:val="28"/>
        </w:rPr>
        <w:t xml:space="preserve">Andrew said “yeah” Then we were there all night it was morning and all the zombies died. We fell asleep in the night and no zombies got in luckily. </w:t>
      </w:r>
    </w:p>
    <w:p w:rsidR="001032A8" w:rsidRPr="00521978" w:rsidRDefault="001032A8" w:rsidP="002A4A5A">
      <w:pPr>
        <w:spacing w:line="480" w:lineRule="auto"/>
        <w:rPr>
          <w:rFonts w:ascii="Century" w:hAnsi="Century" w:cs="Century"/>
          <w:sz w:val="28"/>
          <w:szCs w:val="28"/>
        </w:rPr>
      </w:pPr>
      <w:r w:rsidRPr="00521978">
        <w:rPr>
          <w:rFonts w:ascii="Century" w:hAnsi="Century" w:cs="Century"/>
          <w:sz w:val="28"/>
          <w:szCs w:val="28"/>
        </w:rPr>
        <w:t xml:space="preserve">Then I said “Let’s get the cots and the parts of the plane for tools.” </w:t>
      </w:r>
    </w:p>
    <w:p w:rsidR="001032A8" w:rsidRPr="00521978" w:rsidRDefault="001032A8" w:rsidP="002A4A5A">
      <w:pPr>
        <w:spacing w:line="480" w:lineRule="auto"/>
        <w:rPr>
          <w:rFonts w:ascii="Century" w:hAnsi="Century" w:cs="Century"/>
          <w:sz w:val="28"/>
          <w:szCs w:val="28"/>
        </w:rPr>
      </w:pPr>
      <w:r w:rsidRPr="00521978">
        <w:rPr>
          <w:rFonts w:ascii="Century" w:hAnsi="Century" w:cs="Century"/>
          <w:sz w:val="28"/>
          <w:szCs w:val="28"/>
        </w:rPr>
        <w:t>Andrew said “Alright I’m going to get the cots.”</w:t>
      </w:r>
    </w:p>
    <w:p w:rsidR="001032A8" w:rsidRPr="00521978" w:rsidRDefault="001032A8" w:rsidP="002A4A5A">
      <w:pPr>
        <w:spacing w:line="480" w:lineRule="auto"/>
        <w:rPr>
          <w:rFonts w:ascii="Century" w:hAnsi="Century" w:cs="Century"/>
          <w:sz w:val="28"/>
          <w:szCs w:val="28"/>
        </w:rPr>
      </w:pPr>
      <w:r w:rsidRPr="00521978">
        <w:rPr>
          <w:rFonts w:ascii="Century" w:hAnsi="Century" w:cs="Century"/>
          <w:sz w:val="28"/>
          <w:szCs w:val="28"/>
        </w:rPr>
        <w:t>I said “fine then”</w:t>
      </w:r>
    </w:p>
    <w:p w:rsidR="001032A8" w:rsidRPr="00521978" w:rsidRDefault="001032A8" w:rsidP="002A4A5A">
      <w:pPr>
        <w:spacing w:line="480" w:lineRule="auto"/>
        <w:rPr>
          <w:rFonts w:ascii="Century" w:hAnsi="Century" w:cs="Century"/>
          <w:sz w:val="28"/>
          <w:szCs w:val="28"/>
        </w:rPr>
      </w:pPr>
      <w:r w:rsidRPr="00521978">
        <w:rPr>
          <w:rFonts w:ascii="Century" w:hAnsi="Century" w:cs="Century"/>
          <w:sz w:val="28"/>
          <w:szCs w:val="28"/>
        </w:rPr>
        <w:t xml:space="preserve"> When I went to back of the plane and I scavenged the rest of the parts. Then we went to back to the house it took about 3 hours to get there and when we got </w:t>
      </w:r>
    </w:p>
    <w:p w:rsidR="001032A8" w:rsidRPr="00521978" w:rsidRDefault="001032A8" w:rsidP="002A4A5A">
      <w:pPr>
        <w:spacing w:line="480" w:lineRule="auto"/>
        <w:rPr>
          <w:rFonts w:ascii="Century" w:hAnsi="Century" w:cs="Century"/>
          <w:sz w:val="28"/>
          <w:szCs w:val="28"/>
        </w:rPr>
      </w:pPr>
      <w:r w:rsidRPr="00521978">
        <w:rPr>
          <w:rFonts w:ascii="Century" w:hAnsi="Century" w:cs="Century"/>
          <w:sz w:val="28"/>
          <w:szCs w:val="28"/>
        </w:rPr>
        <w:t xml:space="preserve">I said to Austin “Where back” Austin then said “look at the tools I got and guns and ammo but there all bloodstone and I think that’s the weakest” </w:t>
      </w:r>
    </w:p>
    <w:p w:rsidR="001032A8" w:rsidRPr="00521978" w:rsidRDefault="001032A8" w:rsidP="002A4A5A">
      <w:pPr>
        <w:tabs>
          <w:tab w:val="right" w:pos="9360"/>
        </w:tabs>
        <w:spacing w:line="480" w:lineRule="auto"/>
        <w:rPr>
          <w:rFonts w:ascii="Century" w:hAnsi="Century" w:cs="Century"/>
          <w:sz w:val="28"/>
          <w:szCs w:val="28"/>
        </w:rPr>
      </w:pPr>
      <w:r w:rsidRPr="00521978">
        <w:rPr>
          <w:rFonts w:ascii="Century" w:hAnsi="Century" w:cs="Century"/>
          <w:sz w:val="28"/>
          <w:szCs w:val="28"/>
        </w:rPr>
        <w:t xml:space="preserve">“Well did you test” I said </w:t>
      </w:r>
      <w:r w:rsidRPr="00521978">
        <w:rPr>
          <w:rFonts w:ascii="Century" w:hAnsi="Century" w:cs="Century"/>
          <w:sz w:val="28"/>
          <w:szCs w:val="28"/>
        </w:rPr>
        <w:tab/>
      </w:r>
    </w:p>
    <w:p w:rsidR="001032A8" w:rsidRPr="00521978" w:rsidRDefault="001032A8" w:rsidP="002A4A5A">
      <w:pPr>
        <w:spacing w:line="480" w:lineRule="auto"/>
        <w:rPr>
          <w:rFonts w:ascii="Century" w:hAnsi="Century" w:cs="Century"/>
          <w:sz w:val="28"/>
          <w:szCs w:val="28"/>
        </w:rPr>
      </w:pPr>
      <w:r w:rsidRPr="00521978">
        <w:rPr>
          <w:rFonts w:ascii="Century" w:hAnsi="Century" w:cs="Century"/>
          <w:sz w:val="28"/>
          <w:szCs w:val="28"/>
        </w:rPr>
        <w:t xml:space="preserve">He said “Yeah but it mines the fastest but whenever I hit the rock it won’t break.” </w:t>
      </w:r>
    </w:p>
    <w:p w:rsidR="001032A8" w:rsidRPr="00521978" w:rsidRDefault="001032A8" w:rsidP="002A4A5A">
      <w:pPr>
        <w:spacing w:line="480" w:lineRule="auto"/>
        <w:rPr>
          <w:rFonts w:ascii="Century" w:hAnsi="Century" w:cs="Century"/>
          <w:sz w:val="28"/>
          <w:szCs w:val="28"/>
        </w:rPr>
      </w:pPr>
      <w:r w:rsidRPr="00521978">
        <w:rPr>
          <w:rFonts w:ascii="Century" w:hAnsi="Century" w:cs="Century"/>
          <w:sz w:val="28"/>
          <w:szCs w:val="28"/>
        </w:rPr>
        <w:t xml:space="preserve">“Do you keep hitting it or once every couple of seconds?” </w:t>
      </w:r>
    </w:p>
    <w:p w:rsidR="001032A8" w:rsidRPr="00521978" w:rsidRDefault="001032A8" w:rsidP="002A4A5A">
      <w:pPr>
        <w:spacing w:line="480" w:lineRule="auto"/>
        <w:rPr>
          <w:rFonts w:ascii="Century" w:hAnsi="Century" w:cs="Century"/>
          <w:sz w:val="28"/>
          <w:szCs w:val="28"/>
        </w:rPr>
      </w:pPr>
      <w:r w:rsidRPr="00521978">
        <w:rPr>
          <w:rFonts w:ascii="Century" w:hAnsi="Century" w:cs="Century"/>
          <w:sz w:val="28"/>
          <w:szCs w:val="28"/>
        </w:rPr>
        <w:t xml:space="preserve">Austin said “Every couple of seconds.” </w:t>
      </w:r>
    </w:p>
    <w:p w:rsidR="001032A8" w:rsidRPr="00521978" w:rsidRDefault="001032A8" w:rsidP="002A4A5A">
      <w:pPr>
        <w:spacing w:line="480" w:lineRule="auto"/>
        <w:rPr>
          <w:rFonts w:ascii="Century" w:hAnsi="Century" w:cs="Century"/>
          <w:sz w:val="28"/>
          <w:szCs w:val="28"/>
        </w:rPr>
      </w:pPr>
      <w:r w:rsidRPr="00521978">
        <w:rPr>
          <w:rFonts w:ascii="Century" w:hAnsi="Century" w:cs="Century"/>
          <w:sz w:val="28"/>
          <w:szCs w:val="28"/>
        </w:rPr>
        <w:t>“Oh so you should try keep hitting it so try that.”</w:t>
      </w:r>
    </w:p>
    <w:p w:rsidR="001032A8" w:rsidRPr="00521978" w:rsidRDefault="001032A8" w:rsidP="002A4A5A">
      <w:pPr>
        <w:spacing w:line="480" w:lineRule="auto"/>
        <w:rPr>
          <w:rFonts w:ascii="Century" w:hAnsi="Century" w:cs="Century"/>
          <w:sz w:val="28"/>
          <w:szCs w:val="28"/>
        </w:rPr>
      </w:pPr>
      <w:r w:rsidRPr="00521978">
        <w:rPr>
          <w:rFonts w:ascii="Century" w:hAnsi="Century" w:cs="Century"/>
          <w:sz w:val="28"/>
          <w:szCs w:val="28"/>
        </w:rPr>
        <w:t xml:space="preserve"> Austin said “wow that easy.” Andrew and I said “yeah” </w:t>
      </w:r>
    </w:p>
    <w:p w:rsidR="001032A8" w:rsidRPr="00521978" w:rsidRDefault="001032A8" w:rsidP="002A4A5A">
      <w:pPr>
        <w:spacing w:line="480" w:lineRule="auto"/>
        <w:ind w:firstLine="720"/>
        <w:rPr>
          <w:rFonts w:ascii="Century" w:hAnsi="Century" w:cs="Century"/>
          <w:sz w:val="28"/>
          <w:szCs w:val="28"/>
        </w:rPr>
      </w:pPr>
      <w:r w:rsidRPr="00521978">
        <w:rPr>
          <w:rFonts w:ascii="Century" w:hAnsi="Century" w:cs="Century"/>
          <w:sz w:val="28"/>
          <w:szCs w:val="28"/>
        </w:rPr>
        <w:t>Then I got a bloodstone pick and gun and went out into the mines. I</w:t>
      </w:r>
      <w:r w:rsidRPr="00521978">
        <w:rPr>
          <w:rFonts w:ascii="Century" w:hAnsi="Century" w:cs="Century"/>
        </w:rPr>
        <w:t xml:space="preserve"> </w:t>
      </w:r>
      <w:r w:rsidRPr="00521978">
        <w:rPr>
          <w:rFonts w:ascii="Century" w:hAnsi="Century" w:cs="Century"/>
          <w:sz w:val="28"/>
          <w:szCs w:val="28"/>
        </w:rPr>
        <w:t xml:space="preserve">found this bedrock tower and hit the bedrock and it wouldn’t break.  Then I got iron ore and made a generator then placed it by the bedrock and turned it on. The generator exploded because the bedrock broke it but I did get the single piece of bedrock. I did not know what to do with the bedrock so I went back up to the house and saw that Andrew and Austin had found a dog. When I saw the dog </w:t>
      </w:r>
    </w:p>
    <w:p w:rsidR="001032A8" w:rsidRPr="00521978" w:rsidRDefault="001032A8" w:rsidP="002A4A5A">
      <w:pPr>
        <w:spacing w:line="480" w:lineRule="auto"/>
        <w:ind w:firstLine="720"/>
        <w:rPr>
          <w:rFonts w:ascii="Century" w:hAnsi="Century" w:cs="Century"/>
          <w:sz w:val="28"/>
          <w:szCs w:val="28"/>
        </w:rPr>
      </w:pPr>
      <w:r w:rsidRPr="00521978">
        <w:rPr>
          <w:rFonts w:ascii="Century" w:hAnsi="Century" w:cs="Century"/>
          <w:sz w:val="28"/>
          <w:szCs w:val="28"/>
        </w:rPr>
        <w:t xml:space="preserve">I said “Where did you find him.” </w:t>
      </w:r>
    </w:p>
    <w:p w:rsidR="001032A8" w:rsidRPr="00521978" w:rsidRDefault="001032A8" w:rsidP="002A4A5A">
      <w:pPr>
        <w:spacing w:line="480" w:lineRule="auto"/>
        <w:ind w:firstLine="720"/>
        <w:rPr>
          <w:rFonts w:ascii="Century" w:hAnsi="Century" w:cs="Century"/>
          <w:sz w:val="28"/>
          <w:szCs w:val="28"/>
        </w:rPr>
      </w:pPr>
      <w:r w:rsidRPr="00521978">
        <w:rPr>
          <w:rFonts w:ascii="Century" w:hAnsi="Century" w:cs="Century"/>
          <w:sz w:val="28"/>
          <w:szCs w:val="28"/>
        </w:rPr>
        <w:t xml:space="preserve">Austin said “In the woods his name is Jack” </w:t>
      </w:r>
    </w:p>
    <w:p w:rsidR="001032A8" w:rsidRPr="00521978" w:rsidRDefault="001032A8" w:rsidP="002A4A5A">
      <w:pPr>
        <w:spacing w:line="480" w:lineRule="auto"/>
        <w:ind w:firstLine="720"/>
        <w:rPr>
          <w:rFonts w:ascii="Century" w:hAnsi="Century" w:cs="Century"/>
          <w:sz w:val="28"/>
          <w:szCs w:val="28"/>
        </w:rPr>
      </w:pPr>
      <w:r w:rsidRPr="00521978">
        <w:rPr>
          <w:rFonts w:ascii="Century" w:hAnsi="Century" w:cs="Century"/>
          <w:sz w:val="28"/>
          <w:szCs w:val="28"/>
        </w:rPr>
        <w:t>I said “Oh where is he going to sleep?”</w:t>
      </w:r>
    </w:p>
    <w:p w:rsidR="001032A8" w:rsidRPr="00521978" w:rsidRDefault="001032A8" w:rsidP="002A4A5A">
      <w:pPr>
        <w:spacing w:line="480" w:lineRule="auto"/>
        <w:ind w:firstLine="720"/>
        <w:rPr>
          <w:rFonts w:ascii="Century" w:hAnsi="Century" w:cs="Century"/>
          <w:sz w:val="28"/>
          <w:szCs w:val="28"/>
        </w:rPr>
      </w:pPr>
      <w:r w:rsidRPr="00521978">
        <w:rPr>
          <w:rFonts w:ascii="Century" w:hAnsi="Century" w:cs="Century"/>
          <w:sz w:val="28"/>
          <w:szCs w:val="28"/>
        </w:rPr>
        <w:t xml:space="preserve"> Andrew said “He can sleep with me or we can make a bed from wool.”</w:t>
      </w:r>
    </w:p>
    <w:p w:rsidR="001032A8" w:rsidRPr="00521978" w:rsidRDefault="001032A8" w:rsidP="002A4A5A">
      <w:pPr>
        <w:spacing w:line="480" w:lineRule="auto"/>
        <w:ind w:firstLine="720"/>
        <w:rPr>
          <w:rFonts w:ascii="Century" w:hAnsi="Century" w:cs="Century"/>
          <w:sz w:val="28"/>
          <w:szCs w:val="28"/>
        </w:rPr>
      </w:pPr>
      <w:r w:rsidRPr="00521978">
        <w:rPr>
          <w:rFonts w:ascii="Century" w:hAnsi="Century" w:cs="Century"/>
          <w:sz w:val="28"/>
          <w:szCs w:val="28"/>
        </w:rPr>
        <w:t>I said “Alright well I got this bedrock but I blew up a generator.”</w:t>
      </w:r>
    </w:p>
    <w:p w:rsidR="001032A8" w:rsidRPr="00521978" w:rsidRDefault="001032A8" w:rsidP="002A4A5A">
      <w:pPr>
        <w:spacing w:line="480" w:lineRule="auto"/>
        <w:ind w:firstLine="720"/>
        <w:rPr>
          <w:rFonts w:ascii="Century" w:hAnsi="Century" w:cs="Century"/>
          <w:sz w:val="28"/>
          <w:szCs w:val="28"/>
        </w:rPr>
      </w:pPr>
      <w:r w:rsidRPr="00521978">
        <w:rPr>
          <w:rFonts w:ascii="Century" w:hAnsi="Century" w:cs="Century"/>
          <w:sz w:val="28"/>
          <w:szCs w:val="28"/>
        </w:rPr>
        <w:t xml:space="preserve"> Andrew said “That’s good?”</w:t>
      </w:r>
    </w:p>
    <w:p w:rsidR="001032A8" w:rsidRPr="00521978" w:rsidRDefault="001032A8" w:rsidP="002A4A5A">
      <w:pPr>
        <w:spacing w:line="480" w:lineRule="auto"/>
        <w:ind w:firstLine="720"/>
        <w:rPr>
          <w:rFonts w:ascii="Century" w:hAnsi="Century" w:cs="Century"/>
          <w:sz w:val="28"/>
          <w:szCs w:val="28"/>
        </w:rPr>
      </w:pPr>
      <w:r w:rsidRPr="00521978">
        <w:rPr>
          <w:rFonts w:ascii="Century" w:hAnsi="Century" w:cs="Century"/>
          <w:sz w:val="28"/>
          <w:szCs w:val="28"/>
        </w:rPr>
        <w:t>I said “Yeah but the generator is broke and it takes like five iron.”</w:t>
      </w:r>
    </w:p>
    <w:p w:rsidR="001032A8" w:rsidRPr="00521978" w:rsidRDefault="001032A8" w:rsidP="002A4A5A">
      <w:pPr>
        <w:spacing w:line="480" w:lineRule="auto"/>
        <w:ind w:firstLine="720"/>
        <w:rPr>
          <w:rFonts w:ascii="Century" w:hAnsi="Century" w:cs="Century"/>
          <w:sz w:val="28"/>
          <w:szCs w:val="28"/>
        </w:rPr>
      </w:pPr>
      <w:r w:rsidRPr="00521978">
        <w:rPr>
          <w:rFonts w:ascii="Century" w:hAnsi="Century" w:cs="Century"/>
          <w:sz w:val="28"/>
          <w:szCs w:val="28"/>
        </w:rPr>
        <w:t>Austin said “Wow that’s a lot of iron!”</w:t>
      </w:r>
    </w:p>
    <w:p w:rsidR="001032A8" w:rsidRPr="00521978" w:rsidRDefault="001032A8" w:rsidP="002A4A5A">
      <w:pPr>
        <w:spacing w:line="480" w:lineRule="auto"/>
        <w:ind w:firstLine="720"/>
        <w:rPr>
          <w:rFonts w:ascii="Century" w:hAnsi="Century" w:cs="Century"/>
          <w:sz w:val="28"/>
          <w:szCs w:val="28"/>
        </w:rPr>
      </w:pPr>
      <w:r w:rsidRPr="00521978">
        <w:rPr>
          <w:rFonts w:ascii="Century" w:hAnsi="Century" w:cs="Century"/>
          <w:sz w:val="28"/>
          <w:szCs w:val="28"/>
        </w:rPr>
        <w:t>I said “Yeah oh and do you have a compass?”</w:t>
      </w:r>
    </w:p>
    <w:p w:rsidR="001032A8" w:rsidRPr="00521978" w:rsidRDefault="001032A8" w:rsidP="002A4A5A">
      <w:pPr>
        <w:spacing w:line="480" w:lineRule="auto"/>
        <w:ind w:firstLine="720"/>
        <w:rPr>
          <w:rFonts w:ascii="Century" w:hAnsi="Century" w:cs="Century"/>
          <w:sz w:val="28"/>
          <w:szCs w:val="28"/>
        </w:rPr>
      </w:pPr>
      <w:r w:rsidRPr="00521978">
        <w:rPr>
          <w:rFonts w:ascii="Century" w:hAnsi="Century" w:cs="Century"/>
          <w:sz w:val="28"/>
          <w:szCs w:val="28"/>
        </w:rPr>
        <w:t>Andrew said “I do why?”</w:t>
      </w:r>
    </w:p>
    <w:p w:rsidR="001032A8" w:rsidRPr="00521978" w:rsidRDefault="001032A8" w:rsidP="002A4A5A">
      <w:pPr>
        <w:spacing w:line="480" w:lineRule="auto"/>
        <w:ind w:firstLine="720"/>
        <w:rPr>
          <w:rFonts w:ascii="Century" w:hAnsi="Century" w:cs="Century"/>
          <w:sz w:val="28"/>
          <w:szCs w:val="28"/>
        </w:rPr>
      </w:pPr>
      <w:r w:rsidRPr="00521978">
        <w:rPr>
          <w:rFonts w:ascii="Century" w:hAnsi="Century" w:cs="Century"/>
          <w:sz w:val="28"/>
          <w:szCs w:val="28"/>
        </w:rPr>
        <w:t>I said “Because I played a game exactly like what is happening to us so I thought maybe we could use it to go to ore land.”</w:t>
      </w:r>
    </w:p>
    <w:p w:rsidR="001032A8" w:rsidRPr="00521978" w:rsidRDefault="001032A8" w:rsidP="002A4A5A">
      <w:pPr>
        <w:spacing w:line="480" w:lineRule="auto"/>
        <w:ind w:firstLine="720"/>
        <w:rPr>
          <w:rFonts w:ascii="Century" w:hAnsi="Century" w:cs="Century"/>
          <w:sz w:val="28"/>
          <w:szCs w:val="28"/>
        </w:rPr>
      </w:pPr>
      <w:r w:rsidRPr="00521978">
        <w:rPr>
          <w:rFonts w:ascii="Century" w:hAnsi="Century" w:cs="Century"/>
          <w:sz w:val="28"/>
          <w:szCs w:val="28"/>
        </w:rPr>
        <w:t xml:space="preserve">Then he gave me the compass and then it was dark so Austin, Andrew, Jack and I went to bed. I woke up at around seven in the morning and I went into the mines and I found a single piece of diamond I was going back out to the mines but then there were ten zombies surrounding me and I took out my bloodstone ak-47 and lit them all up ran out of there in a hurry and got to the top ran in the house and hid behind Andrew. </w:t>
      </w:r>
    </w:p>
    <w:p w:rsidR="001032A8" w:rsidRPr="00521978" w:rsidRDefault="001032A8" w:rsidP="002A4A5A">
      <w:pPr>
        <w:spacing w:line="480" w:lineRule="auto"/>
        <w:ind w:firstLine="720"/>
        <w:rPr>
          <w:rFonts w:ascii="Century" w:hAnsi="Century" w:cs="Century"/>
          <w:sz w:val="28"/>
          <w:szCs w:val="28"/>
        </w:rPr>
      </w:pPr>
      <w:r w:rsidRPr="00521978">
        <w:rPr>
          <w:rFonts w:ascii="Century" w:hAnsi="Century" w:cs="Century"/>
          <w:sz w:val="28"/>
          <w:szCs w:val="28"/>
        </w:rPr>
        <w:t>Andrew said “What are you doing?”</w:t>
      </w:r>
    </w:p>
    <w:p w:rsidR="001032A8" w:rsidRPr="00521978" w:rsidRDefault="001032A8" w:rsidP="002A4A5A">
      <w:pPr>
        <w:spacing w:line="480" w:lineRule="auto"/>
        <w:ind w:firstLine="720"/>
        <w:rPr>
          <w:rFonts w:ascii="Century" w:hAnsi="Century" w:cs="Century"/>
          <w:sz w:val="28"/>
          <w:szCs w:val="28"/>
        </w:rPr>
      </w:pPr>
      <w:r w:rsidRPr="00521978">
        <w:rPr>
          <w:rFonts w:ascii="Century" w:hAnsi="Century" w:cs="Century"/>
          <w:sz w:val="28"/>
          <w:szCs w:val="28"/>
        </w:rPr>
        <w:t xml:space="preserve">I said “There are lots of zombies. </w:t>
      </w:r>
    </w:p>
    <w:p w:rsidR="001032A8" w:rsidRPr="00521978" w:rsidRDefault="001032A8" w:rsidP="002A4A5A">
      <w:pPr>
        <w:spacing w:line="480" w:lineRule="auto"/>
        <w:ind w:firstLine="720"/>
        <w:rPr>
          <w:rFonts w:ascii="Century" w:hAnsi="Century" w:cs="Century"/>
          <w:sz w:val="28"/>
          <w:szCs w:val="28"/>
        </w:rPr>
      </w:pPr>
      <w:r w:rsidRPr="00521978">
        <w:rPr>
          <w:rFonts w:ascii="Century" w:hAnsi="Century" w:cs="Century"/>
          <w:sz w:val="28"/>
          <w:szCs w:val="28"/>
        </w:rPr>
        <w:t>Andrew said “What we got have to get under ground in the safe house!”</w:t>
      </w:r>
    </w:p>
    <w:p w:rsidR="001032A8" w:rsidRPr="00521978" w:rsidRDefault="001032A8" w:rsidP="002A4A5A">
      <w:pPr>
        <w:spacing w:line="480" w:lineRule="auto"/>
        <w:ind w:firstLine="720"/>
        <w:rPr>
          <w:rFonts w:ascii="Century" w:hAnsi="Century" w:cs="Century"/>
          <w:sz w:val="28"/>
          <w:szCs w:val="28"/>
        </w:rPr>
      </w:pPr>
      <w:r w:rsidRPr="00521978">
        <w:rPr>
          <w:rFonts w:ascii="Century" w:hAnsi="Century" w:cs="Century"/>
          <w:sz w:val="28"/>
          <w:szCs w:val="28"/>
        </w:rPr>
        <w:t xml:space="preserve">So we ran down stairs and Andrew grabbed jack and we ran down stairs locked the door and put a torch down. </w:t>
      </w:r>
    </w:p>
    <w:p w:rsidR="001032A8" w:rsidRPr="00521978" w:rsidRDefault="001032A8" w:rsidP="002A4A5A">
      <w:pPr>
        <w:spacing w:line="480" w:lineRule="auto"/>
        <w:ind w:firstLine="720"/>
        <w:rPr>
          <w:rFonts w:ascii="Century" w:hAnsi="Century" w:cs="Century"/>
          <w:sz w:val="28"/>
          <w:szCs w:val="28"/>
        </w:rPr>
      </w:pPr>
      <w:r w:rsidRPr="00521978">
        <w:rPr>
          <w:rFonts w:ascii="Century" w:hAnsi="Century" w:cs="Century"/>
          <w:sz w:val="28"/>
          <w:szCs w:val="28"/>
        </w:rPr>
        <w:t>I said “When did you make this?”</w:t>
      </w:r>
    </w:p>
    <w:p w:rsidR="001032A8" w:rsidRPr="00521978" w:rsidRDefault="001032A8" w:rsidP="002A4A5A">
      <w:pPr>
        <w:spacing w:line="480" w:lineRule="auto"/>
        <w:ind w:firstLine="720"/>
        <w:rPr>
          <w:rFonts w:ascii="Century" w:hAnsi="Century" w:cs="Century"/>
          <w:sz w:val="28"/>
          <w:szCs w:val="28"/>
        </w:rPr>
      </w:pPr>
      <w:r w:rsidRPr="00521978">
        <w:rPr>
          <w:rFonts w:ascii="Century" w:hAnsi="Century" w:cs="Century"/>
          <w:sz w:val="28"/>
          <w:szCs w:val="28"/>
        </w:rPr>
        <w:t>Andrew said “When your where in the mines.”</w:t>
      </w:r>
    </w:p>
    <w:p w:rsidR="001032A8" w:rsidRPr="00521978" w:rsidRDefault="001032A8" w:rsidP="002A4A5A">
      <w:pPr>
        <w:spacing w:line="480" w:lineRule="auto"/>
        <w:ind w:firstLine="720"/>
        <w:rPr>
          <w:rFonts w:ascii="Century" w:hAnsi="Century" w:cs="Century"/>
          <w:sz w:val="28"/>
          <w:szCs w:val="28"/>
        </w:rPr>
      </w:pPr>
      <w:r w:rsidRPr="00521978">
        <w:rPr>
          <w:rFonts w:ascii="Century" w:hAnsi="Century" w:cs="Century"/>
          <w:sz w:val="28"/>
          <w:szCs w:val="28"/>
        </w:rPr>
        <w:t>Austin said “Yeah but I want to make the floor bedrock but that will take lot of iron and generator.”</w:t>
      </w:r>
    </w:p>
    <w:p w:rsidR="001032A8" w:rsidRPr="00521978" w:rsidRDefault="001032A8" w:rsidP="002A4A5A">
      <w:pPr>
        <w:spacing w:line="480" w:lineRule="auto"/>
        <w:ind w:firstLine="720"/>
        <w:rPr>
          <w:rFonts w:ascii="Century" w:hAnsi="Century" w:cs="Century"/>
          <w:sz w:val="28"/>
          <w:szCs w:val="28"/>
        </w:rPr>
      </w:pPr>
      <w:r w:rsidRPr="00521978">
        <w:rPr>
          <w:rFonts w:ascii="Century" w:hAnsi="Century" w:cs="Century"/>
          <w:sz w:val="28"/>
          <w:szCs w:val="28"/>
        </w:rPr>
        <w:t>I said “Ok since I have one where do you want it?”</w:t>
      </w:r>
    </w:p>
    <w:p w:rsidR="001032A8" w:rsidRPr="00521978" w:rsidRDefault="001032A8" w:rsidP="009D43FE">
      <w:pPr>
        <w:spacing w:line="480" w:lineRule="auto"/>
        <w:ind w:firstLine="720"/>
        <w:rPr>
          <w:rFonts w:ascii="Century" w:hAnsi="Century" w:cs="Century"/>
          <w:sz w:val="28"/>
          <w:szCs w:val="28"/>
        </w:rPr>
      </w:pPr>
      <w:r w:rsidRPr="00521978">
        <w:rPr>
          <w:rFonts w:ascii="Century" w:hAnsi="Century" w:cs="Century"/>
          <w:sz w:val="28"/>
          <w:szCs w:val="28"/>
        </w:rPr>
        <w:t xml:space="preserve">Austin said “Put it were the I front of you.” So I did and then I went upstairs then I said “There gone” so I walked up and a zombie broke down the door and </w:t>
      </w:r>
    </w:p>
    <w:p w:rsidR="001032A8" w:rsidRPr="00521978" w:rsidRDefault="001032A8" w:rsidP="009D43FE">
      <w:pPr>
        <w:spacing w:line="480" w:lineRule="auto"/>
        <w:ind w:firstLine="720"/>
        <w:rPr>
          <w:rFonts w:ascii="Century" w:hAnsi="Century" w:cs="Century"/>
          <w:sz w:val="28"/>
          <w:szCs w:val="28"/>
        </w:rPr>
      </w:pPr>
      <w:r w:rsidRPr="00521978">
        <w:rPr>
          <w:rFonts w:ascii="Century" w:hAnsi="Century" w:cs="Century"/>
          <w:sz w:val="28"/>
          <w:szCs w:val="28"/>
        </w:rPr>
        <w:t>Yelled “There back and in the base!”</w:t>
      </w:r>
    </w:p>
    <w:p w:rsidR="001032A8" w:rsidRPr="00521978" w:rsidRDefault="001032A8" w:rsidP="009D43FE">
      <w:pPr>
        <w:spacing w:line="480" w:lineRule="auto"/>
        <w:ind w:firstLine="720"/>
        <w:rPr>
          <w:rFonts w:ascii="Century" w:hAnsi="Century" w:cs="Century"/>
          <w:sz w:val="28"/>
          <w:szCs w:val="28"/>
        </w:rPr>
      </w:pPr>
      <w:r w:rsidRPr="00521978">
        <w:rPr>
          <w:rFonts w:ascii="Century" w:hAnsi="Century" w:cs="Century"/>
          <w:sz w:val="28"/>
          <w:szCs w:val="28"/>
        </w:rPr>
        <w:t xml:space="preserve">I ran down stairs and shut the door locked it and </w:t>
      </w:r>
    </w:p>
    <w:p w:rsidR="001032A8" w:rsidRDefault="001032A8" w:rsidP="009D43FE">
      <w:pPr>
        <w:spacing w:line="480" w:lineRule="auto"/>
        <w:ind w:firstLine="720"/>
        <w:rPr>
          <w:rFonts w:ascii="Century" w:hAnsi="Century" w:cs="Century"/>
          <w:sz w:val="28"/>
          <w:szCs w:val="28"/>
        </w:rPr>
      </w:pPr>
      <w:r w:rsidRPr="00521978">
        <w:rPr>
          <w:rFonts w:ascii="Century" w:hAnsi="Century" w:cs="Century"/>
          <w:sz w:val="28"/>
          <w:szCs w:val="28"/>
        </w:rPr>
        <w:t>I said “Put out the torch!” then Austin put the torch out with the water in the canteen.</w:t>
      </w:r>
      <w:r>
        <w:rPr>
          <w:rFonts w:ascii="Century" w:hAnsi="Century" w:cs="Century"/>
          <w:sz w:val="28"/>
          <w:szCs w:val="28"/>
        </w:rPr>
        <w:t xml:space="preserve"> Then we went to sleep in there luckily we had Jack our guard dog. He guarded the door all night long. I woke up and saw him scared from the zombies pounding on the door so I put him on the other side of the room got my bloodstone ak-47 and opened the door and lit them up. </w:t>
      </w:r>
      <w:bookmarkStart w:id="0" w:name="_GoBack"/>
      <w:bookmarkEnd w:id="0"/>
      <w:r>
        <w:rPr>
          <w:rFonts w:ascii="Century" w:hAnsi="Century" w:cs="Century"/>
          <w:sz w:val="28"/>
          <w:szCs w:val="28"/>
        </w:rPr>
        <w:t xml:space="preserve">I woke up Andrew and Austin doing it though and </w:t>
      </w:r>
    </w:p>
    <w:p w:rsidR="001032A8" w:rsidRDefault="001032A8" w:rsidP="009D43FE">
      <w:pPr>
        <w:spacing w:line="480" w:lineRule="auto"/>
        <w:ind w:firstLine="720"/>
        <w:rPr>
          <w:rFonts w:ascii="Century" w:hAnsi="Century" w:cs="Century"/>
          <w:sz w:val="28"/>
          <w:szCs w:val="28"/>
        </w:rPr>
      </w:pPr>
      <w:r>
        <w:rPr>
          <w:rFonts w:ascii="Century" w:hAnsi="Century" w:cs="Century"/>
          <w:sz w:val="28"/>
          <w:szCs w:val="28"/>
        </w:rPr>
        <w:t xml:space="preserve">I said “Start making a way out I’ll hold them off” so they started making a tunnel out of the room I took a torch and ran out of the room blocking up the entrance when we got out of there we ran quick and out ran the zombies when we got out of there I saw a search  helicopter and because it was dark out I put down a couple of torches and hoped he or she would see it. </w:t>
      </w:r>
    </w:p>
    <w:p w:rsidR="001032A8" w:rsidRDefault="001032A8" w:rsidP="009D43FE">
      <w:pPr>
        <w:spacing w:line="480" w:lineRule="auto"/>
        <w:ind w:firstLine="720"/>
        <w:rPr>
          <w:rFonts w:ascii="Century" w:hAnsi="Century" w:cs="Century"/>
          <w:sz w:val="28"/>
          <w:szCs w:val="28"/>
        </w:rPr>
      </w:pPr>
      <w:r>
        <w:rPr>
          <w:rFonts w:ascii="Century" w:hAnsi="Century" w:cs="Century"/>
          <w:sz w:val="28"/>
          <w:szCs w:val="28"/>
        </w:rPr>
        <w:t>The person yelled down “Stay there I’m going to lane”</w:t>
      </w:r>
    </w:p>
    <w:p w:rsidR="001032A8" w:rsidRDefault="001032A8" w:rsidP="009D43FE">
      <w:pPr>
        <w:spacing w:line="480" w:lineRule="auto"/>
        <w:ind w:firstLine="720"/>
        <w:rPr>
          <w:rFonts w:ascii="Century" w:hAnsi="Century" w:cs="Century"/>
          <w:sz w:val="28"/>
          <w:szCs w:val="28"/>
        </w:rPr>
      </w:pPr>
      <w:r>
        <w:rPr>
          <w:rFonts w:ascii="Century" w:hAnsi="Century" w:cs="Century"/>
          <w:sz w:val="28"/>
          <w:szCs w:val="28"/>
        </w:rPr>
        <w:t xml:space="preserve">We were to happy the get  back to New Jersey.  </w:t>
      </w:r>
    </w:p>
    <w:p w:rsidR="001032A8" w:rsidRDefault="001032A8" w:rsidP="009D43FE">
      <w:pPr>
        <w:spacing w:line="480" w:lineRule="auto"/>
        <w:ind w:firstLine="720"/>
        <w:rPr>
          <w:rFonts w:ascii="Century" w:hAnsi="Century" w:cs="Century"/>
          <w:sz w:val="28"/>
          <w:szCs w:val="28"/>
        </w:rPr>
      </w:pPr>
    </w:p>
    <w:p w:rsidR="001032A8" w:rsidRPr="00933981" w:rsidRDefault="001032A8" w:rsidP="00933981">
      <w:pPr>
        <w:spacing w:line="480" w:lineRule="auto"/>
        <w:ind w:firstLine="720"/>
        <w:jc w:val="center"/>
        <w:rPr>
          <w:rFonts w:ascii="Times New Roman" w:hAnsi="Times New Roman" w:cs="Times New Roman"/>
          <w:b/>
          <w:bCs/>
          <w:sz w:val="28"/>
          <w:szCs w:val="28"/>
          <w:u w:val="single"/>
        </w:rPr>
      </w:pPr>
      <w:r w:rsidRPr="00933981">
        <w:rPr>
          <w:rFonts w:ascii="Times New Roman" w:hAnsi="Times New Roman" w:cs="Times New Roman"/>
          <w:b/>
          <w:bCs/>
          <w:sz w:val="28"/>
          <w:szCs w:val="28"/>
          <w:u w:val="single"/>
        </w:rPr>
        <w:t xml:space="preserve">The end </w:t>
      </w:r>
    </w:p>
    <w:sectPr w:rsidR="001032A8" w:rsidRPr="00933981" w:rsidSect="00206645">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32A8" w:rsidRDefault="001032A8" w:rsidP="00C75DCA">
      <w:pPr>
        <w:spacing w:after="0" w:line="240" w:lineRule="auto"/>
      </w:pPr>
      <w:r>
        <w:separator/>
      </w:r>
    </w:p>
  </w:endnote>
  <w:endnote w:type="continuationSeparator" w:id="1">
    <w:p w:rsidR="001032A8" w:rsidRDefault="001032A8" w:rsidP="00C75D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pperplate Gothic Bold">
    <w:panose1 w:val="020E0705020206020404"/>
    <w:charset w:val="00"/>
    <w:family w:val="swiss"/>
    <w:pitch w:val="variable"/>
    <w:sig w:usb0="00000003" w:usb1="00000000" w:usb2="00000000" w:usb3="00000000" w:csb0="00000001" w:csb1="00000000"/>
  </w:font>
  <w:font w:name="Segoe UI Semibold">
    <w:altName w:val="Lucida Sans Unicode"/>
    <w:panose1 w:val="00000000000000000000"/>
    <w:charset w:val="00"/>
    <w:family w:val="swiss"/>
    <w:notTrueTyp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32A8" w:rsidRDefault="001032A8" w:rsidP="00CF6AEC">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32A8" w:rsidRDefault="001032A8" w:rsidP="00C75DCA">
      <w:pPr>
        <w:spacing w:after="0" w:line="240" w:lineRule="auto"/>
      </w:pPr>
      <w:r>
        <w:separator/>
      </w:r>
    </w:p>
  </w:footnote>
  <w:footnote w:type="continuationSeparator" w:id="1">
    <w:p w:rsidR="001032A8" w:rsidRDefault="001032A8" w:rsidP="00C75DC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02A27"/>
    <w:rsid w:val="00015E19"/>
    <w:rsid w:val="000632A7"/>
    <w:rsid w:val="000636D3"/>
    <w:rsid w:val="00064B4C"/>
    <w:rsid w:val="00073C76"/>
    <w:rsid w:val="00086CB6"/>
    <w:rsid w:val="000D18BC"/>
    <w:rsid w:val="001032A8"/>
    <w:rsid w:val="00164D39"/>
    <w:rsid w:val="00173790"/>
    <w:rsid w:val="00183DD2"/>
    <w:rsid w:val="001945D3"/>
    <w:rsid w:val="0019549C"/>
    <w:rsid w:val="001963BF"/>
    <w:rsid w:val="0019657E"/>
    <w:rsid w:val="001A3AEF"/>
    <w:rsid w:val="001C1247"/>
    <w:rsid w:val="001E5518"/>
    <w:rsid w:val="00206645"/>
    <w:rsid w:val="002437C1"/>
    <w:rsid w:val="002A4A5A"/>
    <w:rsid w:val="002F7C23"/>
    <w:rsid w:val="00301F1F"/>
    <w:rsid w:val="003160D7"/>
    <w:rsid w:val="003522A8"/>
    <w:rsid w:val="003879E9"/>
    <w:rsid w:val="003D7551"/>
    <w:rsid w:val="003F594C"/>
    <w:rsid w:val="003F6404"/>
    <w:rsid w:val="00414A24"/>
    <w:rsid w:val="00423FAF"/>
    <w:rsid w:val="004311D2"/>
    <w:rsid w:val="00465327"/>
    <w:rsid w:val="004666CE"/>
    <w:rsid w:val="00480CD9"/>
    <w:rsid w:val="004855C5"/>
    <w:rsid w:val="004C729C"/>
    <w:rsid w:val="004E70C7"/>
    <w:rsid w:val="005066C5"/>
    <w:rsid w:val="00521978"/>
    <w:rsid w:val="005257B1"/>
    <w:rsid w:val="00572242"/>
    <w:rsid w:val="005C2270"/>
    <w:rsid w:val="005C5D9E"/>
    <w:rsid w:val="0060535D"/>
    <w:rsid w:val="0061189C"/>
    <w:rsid w:val="00631631"/>
    <w:rsid w:val="0065210A"/>
    <w:rsid w:val="006526FA"/>
    <w:rsid w:val="006B042C"/>
    <w:rsid w:val="006B796D"/>
    <w:rsid w:val="006F0880"/>
    <w:rsid w:val="006F375D"/>
    <w:rsid w:val="006F6791"/>
    <w:rsid w:val="00723544"/>
    <w:rsid w:val="00797097"/>
    <w:rsid w:val="00876E02"/>
    <w:rsid w:val="008848F3"/>
    <w:rsid w:val="00897B1F"/>
    <w:rsid w:val="0090723E"/>
    <w:rsid w:val="00917FA5"/>
    <w:rsid w:val="00933981"/>
    <w:rsid w:val="00935127"/>
    <w:rsid w:val="009355E8"/>
    <w:rsid w:val="009D36FD"/>
    <w:rsid w:val="009D43FE"/>
    <w:rsid w:val="009F1D07"/>
    <w:rsid w:val="009F5E7D"/>
    <w:rsid w:val="00A02A27"/>
    <w:rsid w:val="00A07E6A"/>
    <w:rsid w:val="00A30958"/>
    <w:rsid w:val="00A840D7"/>
    <w:rsid w:val="00A95E5A"/>
    <w:rsid w:val="00AF1103"/>
    <w:rsid w:val="00B02FB5"/>
    <w:rsid w:val="00B04BCD"/>
    <w:rsid w:val="00B148B7"/>
    <w:rsid w:val="00B7443A"/>
    <w:rsid w:val="00BA0596"/>
    <w:rsid w:val="00BB0208"/>
    <w:rsid w:val="00BC1706"/>
    <w:rsid w:val="00BE65AF"/>
    <w:rsid w:val="00C75DCA"/>
    <w:rsid w:val="00CB1F5B"/>
    <w:rsid w:val="00CC2EA4"/>
    <w:rsid w:val="00CC60B4"/>
    <w:rsid w:val="00CD4072"/>
    <w:rsid w:val="00CF292B"/>
    <w:rsid w:val="00CF50B4"/>
    <w:rsid w:val="00CF6AEC"/>
    <w:rsid w:val="00D161AF"/>
    <w:rsid w:val="00D5742C"/>
    <w:rsid w:val="00D82A20"/>
    <w:rsid w:val="00D83BC8"/>
    <w:rsid w:val="00DB31BB"/>
    <w:rsid w:val="00DC11DD"/>
    <w:rsid w:val="00DC35E9"/>
    <w:rsid w:val="00DD6B27"/>
    <w:rsid w:val="00DF419C"/>
    <w:rsid w:val="00E11397"/>
    <w:rsid w:val="00E739CC"/>
    <w:rsid w:val="00E77C8C"/>
    <w:rsid w:val="00EB2C1A"/>
    <w:rsid w:val="00EC3C5F"/>
    <w:rsid w:val="00FA1A32"/>
    <w:rsid w:val="00FC7EC5"/>
    <w:rsid w:val="00FF345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645"/>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rsid w:val="00BB0208"/>
    <w:rPr>
      <w:sz w:val="16"/>
      <w:szCs w:val="16"/>
    </w:rPr>
  </w:style>
  <w:style w:type="paragraph" w:styleId="CommentText">
    <w:name w:val="annotation text"/>
    <w:basedOn w:val="Normal"/>
    <w:link w:val="CommentTextChar"/>
    <w:uiPriority w:val="99"/>
    <w:semiHidden/>
    <w:rsid w:val="00BB0208"/>
    <w:pPr>
      <w:spacing w:line="240" w:lineRule="auto"/>
    </w:pPr>
    <w:rPr>
      <w:sz w:val="20"/>
      <w:szCs w:val="20"/>
    </w:rPr>
  </w:style>
  <w:style w:type="character" w:customStyle="1" w:styleId="CommentTextChar">
    <w:name w:val="Comment Text Char"/>
    <w:basedOn w:val="DefaultParagraphFont"/>
    <w:link w:val="CommentText"/>
    <w:uiPriority w:val="99"/>
    <w:semiHidden/>
    <w:locked/>
    <w:rsid w:val="00BB0208"/>
    <w:rPr>
      <w:sz w:val="20"/>
      <w:szCs w:val="20"/>
    </w:rPr>
  </w:style>
  <w:style w:type="paragraph" w:styleId="CommentSubject">
    <w:name w:val="annotation subject"/>
    <w:basedOn w:val="CommentText"/>
    <w:next w:val="CommentText"/>
    <w:link w:val="CommentSubjectChar"/>
    <w:uiPriority w:val="99"/>
    <w:semiHidden/>
    <w:rsid w:val="00BB0208"/>
    <w:rPr>
      <w:b/>
      <w:bCs/>
    </w:rPr>
  </w:style>
  <w:style w:type="character" w:customStyle="1" w:styleId="CommentSubjectChar">
    <w:name w:val="Comment Subject Char"/>
    <w:basedOn w:val="CommentTextChar"/>
    <w:link w:val="CommentSubject"/>
    <w:uiPriority w:val="99"/>
    <w:semiHidden/>
    <w:locked/>
    <w:rsid w:val="00BB0208"/>
    <w:rPr>
      <w:b/>
      <w:bCs/>
    </w:rPr>
  </w:style>
  <w:style w:type="paragraph" w:styleId="BalloonText">
    <w:name w:val="Balloon Text"/>
    <w:basedOn w:val="Normal"/>
    <w:link w:val="BalloonTextChar"/>
    <w:uiPriority w:val="99"/>
    <w:semiHidden/>
    <w:rsid w:val="00BB02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B0208"/>
    <w:rPr>
      <w:rFonts w:ascii="Tahoma" w:hAnsi="Tahoma" w:cs="Tahoma"/>
      <w:sz w:val="16"/>
      <w:szCs w:val="16"/>
    </w:rPr>
  </w:style>
  <w:style w:type="paragraph" w:styleId="Header">
    <w:name w:val="header"/>
    <w:basedOn w:val="Normal"/>
    <w:link w:val="HeaderChar"/>
    <w:uiPriority w:val="99"/>
    <w:rsid w:val="00C75DCA"/>
    <w:pPr>
      <w:tabs>
        <w:tab w:val="center" w:pos="4680"/>
        <w:tab w:val="right" w:pos="9360"/>
      </w:tabs>
    </w:pPr>
    <w:rPr>
      <w:sz w:val="20"/>
      <w:szCs w:val="20"/>
    </w:rPr>
  </w:style>
  <w:style w:type="character" w:customStyle="1" w:styleId="HeaderChar">
    <w:name w:val="Header Char"/>
    <w:basedOn w:val="DefaultParagraphFont"/>
    <w:link w:val="Header"/>
    <w:uiPriority w:val="99"/>
    <w:locked/>
    <w:rsid w:val="00C75DCA"/>
  </w:style>
  <w:style w:type="paragraph" w:styleId="Footer">
    <w:name w:val="footer"/>
    <w:basedOn w:val="Normal"/>
    <w:link w:val="FooterChar"/>
    <w:uiPriority w:val="99"/>
    <w:rsid w:val="00C75DCA"/>
    <w:pPr>
      <w:tabs>
        <w:tab w:val="center" w:pos="4680"/>
        <w:tab w:val="right" w:pos="9360"/>
      </w:tabs>
    </w:pPr>
    <w:rPr>
      <w:sz w:val="20"/>
      <w:szCs w:val="20"/>
    </w:rPr>
  </w:style>
  <w:style w:type="character" w:customStyle="1" w:styleId="FooterChar">
    <w:name w:val="Footer Char"/>
    <w:basedOn w:val="DefaultParagraphFont"/>
    <w:link w:val="Footer"/>
    <w:uiPriority w:val="99"/>
    <w:locked/>
    <w:rsid w:val="00C75DC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496</TotalTime>
  <Pages>10</Pages>
  <Words>1360</Words>
  <Characters>7754</Characters>
  <Application>Microsoft Office Outlook</Application>
  <DocSecurity>0</DocSecurity>
  <Lines>0</Lines>
  <Paragraphs>0</Paragraphs>
  <ScaleCrop>false</ScaleCrop>
  <Company>Franklin Township Board of Education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Walter Compton</dc:creator>
  <cp:keywords/>
  <dc:description/>
  <cp:lastModifiedBy>Franklin Township School</cp:lastModifiedBy>
  <cp:revision>50</cp:revision>
  <cp:lastPrinted>2012-03-07T15:11:00Z</cp:lastPrinted>
  <dcterms:created xsi:type="dcterms:W3CDTF">2012-03-07T14:19:00Z</dcterms:created>
  <dcterms:modified xsi:type="dcterms:W3CDTF">2012-05-08T14:02:00Z</dcterms:modified>
</cp:coreProperties>
</file>